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B2B" w:rsidRPr="00FE5D29" w:rsidRDefault="00E13CEB" w:rsidP="00FE5D29">
      <w:pPr>
        <w:pStyle w:val="Heading1"/>
      </w:pPr>
      <w:bookmarkStart w:id="0" w:name="_GoBack"/>
      <w:bookmarkEnd w:id="0"/>
      <w:r w:rsidRPr="00FE5D29">
        <w:t>Case study - Maria</w:t>
      </w:r>
    </w:p>
    <w:p w:rsidR="00784B2B" w:rsidRPr="00FE5D29" w:rsidRDefault="00E13CEB" w:rsidP="00FE5D29">
      <w:pPr>
        <w:pStyle w:val="Heading2"/>
      </w:pPr>
      <w:r w:rsidRPr="00FE5D29">
        <w:t>Reflection q</w:t>
      </w:r>
      <w:r w:rsidR="00784B2B" w:rsidRPr="00FE5D29">
        <w:t>uestions and model answers</w:t>
      </w:r>
    </w:p>
    <w:p w:rsidR="00784B2B" w:rsidRDefault="00784B2B" w:rsidP="00784B2B">
      <w:pPr>
        <w:rPr>
          <w:rFonts w:ascii="Arial" w:hAnsi="Arial" w:cs="Arial"/>
          <w:sz w:val="18"/>
          <w:szCs w:val="18"/>
        </w:rPr>
      </w:pP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Q 1:</w:t>
      </w:r>
    </w:p>
    <w:p w:rsidR="00784B2B" w:rsidRPr="00FE5D29" w:rsidRDefault="0067288F" w:rsidP="00784B2B">
      <w:pPr>
        <w:rPr>
          <w:rFonts w:ascii="Tahoma" w:hAnsi="Tahoma" w:cs="Tahoma"/>
          <w:b/>
          <w:sz w:val="24"/>
          <w:szCs w:val="24"/>
        </w:rPr>
      </w:pPr>
      <w:r w:rsidRPr="00FE5D29">
        <w:rPr>
          <w:rFonts w:ascii="Tahoma" w:hAnsi="Tahoma" w:cs="Tahoma"/>
          <w:b/>
          <w:sz w:val="24"/>
          <w:szCs w:val="24"/>
        </w:rPr>
        <w:t>How does your organisation seek information from learners prior to enrolment?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Responses: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 xml:space="preserve">Information sessions; </w:t>
      </w:r>
      <w:r w:rsidR="00FF3BDD" w:rsidRPr="00FE5D29">
        <w:rPr>
          <w:rFonts w:ascii="Tahoma" w:hAnsi="Tahoma" w:cs="Tahoma"/>
          <w:sz w:val="24"/>
          <w:szCs w:val="24"/>
        </w:rPr>
        <w:t>t</w:t>
      </w:r>
      <w:r w:rsidRPr="00FE5D29">
        <w:rPr>
          <w:rFonts w:ascii="Tahoma" w:hAnsi="Tahoma" w:cs="Tahoma"/>
          <w:sz w:val="24"/>
          <w:szCs w:val="24"/>
        </w:rPr>
        <w:t xml:space="preserve">alk with potential students at expos; </w:t>
      </w:r>
      <w:r w:rsidR="00FF3BDD" w:rsidRPr="00FE5D29">
        <w:rPr>
          <w:rFonts w:ascii="Tahoma" w:hAnsi="Tahoma" w:cs="Tahoma"/>
          <w:sz w:val="24"/>
          <w:szCs w:val="24"/>
        </w:rPr>
        <w:t>m</w:t>
      </w:r>
      <w:r w:rsidRPr="00FE5D29">
        <w:rPr>
          <w:rFonts w:ascii="Tahoma" w:hAnsi="Tahoma" w:cs="Tahoma"/>
          <w:sz w:val="24"/>
          <w:szCs w:val="24"/>
        </w:rPr>
        <w:t xml:space="preserve">eet with their supervisors; </w:t>
      </w:r>
      <w:r w:rsidR="00FF3BDD" w:rsidRPr="00FE5D29">
        <w:rPr>
          <w:rFonts w:ascii="Tahoma" w:hAnsi="Tahoma" w:cs="Tahoma"/>
          <w:sz w:val="24"/>
          <w:szCs w:val="24"/>
        </w:rPr>
        <w:t>i</w:t>
      </w:r>
      <w:r w:rsidRPr="00FE5D29">
        <w:rPr>
          <w:rFonts w:ascii="Tahoma" w:hAnsi="Tahoma" w:cs="Tahoma"/>
          <w:sz w:val="24"/>
          <w:szCs w:val="24"/>
        </w:rPr>
        <w:t xml:space="preserve">nterviews; </w:t>
      </w:r>
      <w:r w:rsidR="00FF3BDD" w:rsidRPr="00FE5D29">
        <w:rPr>
          <w:rFonts w:ascii="Tahoma" w:hAnsi="Tahoma" w:cs="Tahoma"/>
          <w:sz w:val="24"/>
          <w:szCs w:val="24"/>
        </w:rPr>
        <w:t>p</w:t>
      </w:r>
      <w:r w:rsidRPr="00FE5D29">
        <w:rPr>
          <w:rFonts w:ascii="Tahoma" w:hAnsi="Tahoma" w:cs="Tahoma"/>
          <w:sz w:val="24"/>
          <w:szCs w:val="24"/>
        </w:rPr>
        <w:t>re-enrolment surveys</w:t>
      </w:r>
      <w:r w:rsidR="00FE5D29">
        <w:rPr>
          <w:rFonts w:ascii="Tahoma" w:hAnsi="Tahoma" w:cs="Tahoma"/>
          <w:sz w:val="24"/>
          <w:szCs w:val="24"/>
        </w:rPr>
        <w:t>.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Q 2:</w:t>
      </w:r>
    </w:p>
    <w:p w:rsidR="00784B2B" w:rsidRPr="00FE5D29" w:rsidRDefault="0067288F" w:rsidP="00784B2B">
      <w:pPr>
        <w:rPr>
          <w:rFonts w:ascii="Tahoma" w:hAnsi="Tahoma" w:cs="Tahoma"/>
          <w:b/>
          <w:sz w:val="24"/>
          <w:szCs w:val="24"/>
        </w:rPr>
      </w:pPr>
      <w:r w:rsidRPr="00FE5D29">
        <w:rPr>
          <w:rFonts w:ascii="Tahoma" w:hAnsi="Tahoma" w:cs="Tahoma"/>
          <w:b/>
          <w:sz w:val="24"/>
          <w:szCs w:val="24"/>
        </w:rPr>
        <w:t>Is there any information that the organisation doesn’t currently collect that it would be useful to collect?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Responses: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proofErr w:type="gramStart"/>
      <w:r w:rsidRPr="00FE5D29">
        <w:rPr>
          <w:rFonts w:ascii="Tahoma" w:hAnsi="Tahoma" w:cs="Tahoma"/>
          <w:sz w:val="24"/>
          <w:szCs w:val="24"/>
        </w:rPr>
        <w:t xml:space="preserve">Career aspirations; </w:t>
      </w:r>
      <w:r w:rsidR="00FF3BDD" w:rsidRPr="00FE5D29">
        <w:rPr>
          <w:rFonts w:ascii="Tahoma" w:hAnsi="Tahoma" w:cs="Tahoma"/>
          <w:sz w:val="24"/>
          <w:szCs w:val="24"/>
        </w:rPr>
        <w:t>l</w:t>
      </w:r>
      <w:r w:rsidRPr="00FE5D29">
        <w:rPr>
          <w:rFonts w:ascii="Tahoma" w:hAnsi="Tahoma" w:cs="Tahoma"/>
          <w:sz w:val="24"/>
          <w:szCs w:val="24"/>
        </w:rPr>
        <w:t xml:space="preserve">earning preferences; </w:t>
      </w:r>
      <w:r w:rsidR="00FF3BDD" w:rsidRPr="00FE5D29">
        <w:rPr>
          <w:rFonts w:ascii="Tahoma" w:hAnsi="Tahoma" w:cs="Tahoma"/>
          <w:sz w:val="24"/>
          <w:szCs w:val="24"/>
        </w:rPr>
        <w:t>i</w:t>
      </w:r>
      <w:r w:rsidRPr="00FE5D29">
        <w:rPr>
          <w:rFonts w:ascii="Tahoma" w:hAnsi="Tahoma" w:cs="Tahoma"/>
          <w:sz w:val="24"/>
          <w:szCs w:val="24"/>
        </w:rPr>
        <w:t xml:space="preserve">nterests; </w:t>
      </w:r>
      <w:r w:rsidR="00081611" w:rsidRPr="00FE5D29">
        <w:rPr>
          <w:rFonts w:ascii="Tahoma" w:hAnsi="Tahoma" w:cs="Tahoma"/>
          <w:sz w:val="24"/>
          <w:szCs w:val="24"/>
        </w:rPr>
        <w:t>ICT</w:t>
      </w:r>
      <w:r w:rsidR="00FF3BDD" w:rsidRPr="00FE5D29">
        <w:rPr>
          <w:rFonts w:ascii="Tahoma" w:hAnsi="Tahoma" w:cs="Tahoma"/>
          <w:sz w:val="24"/>
          <w:szCs w:val="24"/>
        </w:rPr>
        <w:t xml:space="preserve"> skills; e</w:t>
      </w:r>
      <w:r w:rsidRPr="00FE5D29">
        <w:rPr>
          <w:rFonts w:ascii="Tahoma" w:hAnsi="Tahoma" w:cs="Tahoma"/>
          <w:sz w:val="24"/>
          <w:szCs w:val="24"/>
        </w:rPr>
        <w:t>arlier course</w:t>
      </w:r>
      <w:r w:rsidR="00FF3BDD" w:rsidRPr="00FE5D29">
        <w:rPr>
          <w:rFonts w:ascii="Tahoma" w:hAnsi="Tahoma" w:cs="Tahoma"/>
          <w:sz w:val="24"/>
          <w:szCs w:val="24"/>
        </w:rPr>
        <w:t>s</w:t>
      </w:r>
      <w:r w:rsidRPr="00FE5D29">
        <w:rPr>
          <w:rFonts w:ascii="Tahoma" w:hAnsi="Tahoma" w:cs="Tahoma"/>
          <w:sz w:val="24"/>
          <w:szCs w:val="24"/>
        </w:rPr>
        <w:t xml:space="preserve">; </w:t>
      </w:r>
      <w:r w:rsidR="00FF3BDD" w:rsidRPr="00FE5D29">
        <w:rPr>
          <w:rFonts w:ascii="Tahoma" w:hAnsi="Tahoma" w:cs="Tahoma"/>
          <w:sz w:val="24"/>
          <w:szCs w:val="24"/>
        </w:rPr>
        <w:t>p</w:t>
      </w:r>
      <w:r w:rsidRPr="00FE5D29">
        <w:rPr>
          <w:rFonts w:ascii="Tahoma" w:hAnsi="Tahoma" w:cs="Tahoma"/>
          <w:sz w:val="24"/>
          <w:szCs w:val="24"/>
        </w:rPr>
        <w:t>rofessional development</w:t>
      </w:r>
      <w:r w:rsidR="00FE5D29">
        <w:rPr>
          <w:rFonts w:ascii="Tahoma" w:hAnsi="Tahoma" w:cs="Tahoma"/>
          <w:sz w:val="24"/>
          <w:szCs w:val="24"/>
        </w:rPr>
        <w:t>.</w:t>
      </w:r>
      <w:proofErr w:type="gramEnd"/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Q 3:</w:t>
      </w:r>
    </w:p>
    <w:p w:rsidR="00874EA0" w:rsidRPr="00FE5D29" w:rsidRDefault="0067288F" w:rsidP="00874EA0">
      <w:pPr>
        <w:rPr>
          <w:rFonts w:ascii="Tahoma" w:hAnsi="Tahoma" w:cs="Tahoma"/>
          <w:b/>
          <w:sz w:val="24"/>
          <w:szCs w:val="24"/>
        </w:rPr>
      </w:pPr>
      <w:r w:rsidRPr="00FE5D29">
        <w:rPr>
          <w:rFonts w:ascii="Tahoma" w:hAnsi="Tahoma" w:cs="Tahoma"/>
          <w:b/>
          <w:sz w:val="24"/>
          <w:szCs w:val="24"/>
        </w:rPr>
        <w:t>How does the information you provide in your role assist either learners or other staff to work with learners?</w:t>
      </w:r>
    </w:p>
    <w:p w:rsidR="00784B2B" w:rsidRPr="00FE5D29" w:rsidRDefault="00784B2B" w:rsidP="00784B2B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>Responses:</w:t>
      </w:r>
    </w:p>
    <w:p w:rsidR="00FF3BDD" w:rsidRPr="00FE5D29" w:rsidRDefault="00C534B1" w:rsidP="00FF3BDD">
      <w:pPr>
        <w:rPr>
          <w:rFonts w:ascii="Tahoma" w:hAnsi="Tahoma" w:cs="Tahoma"/>
          <w:sz w:val="24"/>
          <w:szCs w:val="24"/>
        </w:rPr>
      </w:pPr>
      <w:r w:rsidRPr="00FE5D29">
        <w:rPr>
          <w:rFonts w:ascii="Tahoma" w:hAnsi="Tahoma" w:cs="Tahoma"/>
          <w:sz w:val="24"/>
          <w:szCs w:val="24"/>
        </w:rPr>
        <w:t xml:space="preserve">Ensure learners needs and aspirations, and program outcomes are matched; </w:t>
      </w:r>
      <w:r w:rsidR="00FF3BDD" w:rsidRPr="00FE5D29">
        <w:rPr>
          <w:rFonts w:ascii="Tahoma" w:hAnsi="Tahoma" w:cs="Tahoma"/>
          <w:sz w:val="24"/>
          <w:szCs w:val="24"/>
        </w:rPr>
        <w:t>h</w:t>
      </w:r>
      <w:r w:rsidRPr="00FE5D29">
        <w:rPr>
          <w:rFonts w:ascii="Tahoma" w:hAnsi="Tahoma" w:cs="Tahoma"/>
          <w:sz w:val="24"/>
          <w:szCs w:val="24"/>
        </w:rPr>
        <w:t>elps manage learner expectations</w:t>
      </w:r>
      <w:r w:rsidR="00996641" w:rsidRPr="00FE5D29">
        <w:rPr>
          <w:rFonts w:ascii="Tahoma" w:hAnsi="Tahoma" w:cs="Tahoma"/>
          <w:sz w:val="24"/>
          <w:szCs w:val="24"/>
        </w:rPr>
        <w:t xml:space="preserve"> and therefore improves retention and completion rates</w:t>
      </w:r>
      <w:r w:rsidRPr="00FE5D29">
        <w:rPr>
          <w:rFonts w:ascii="Tahoma" w:hAnsi="Tahoma" w:cs="Tahoma"/>
          <w:sz w:val="24"/>
          <w:szCs w:val="24"/>
        </w:rPr>
        <w:t xml:space="preserve">; </w:t>
      </w:r>
      <w:r w:rsidR="00FF3BDD" w:rsidRPr="00FE5D29">
        <w:rPr>
          <w:rFonts w:ascii="Tahoma" w:hAnsi="Tahoma" w:cs="Tahoma"/>
          <w:sz w:val="24"/>
          <w:szCs w:val="24"/>
        </w:rPr>
        <w:t>i</w:t>
      </w:r>
      <w:r w:rsidRPr="00FE5D29">
        <w:rPr>
          <w:rFonts w:ascii="Tahoma" w:hAnsi="Tahoma" w:cs="Tahoma"/>
          <w:sz w:val="24"/>
          <w:szCs w:val="24"/>
        </w:rPr>
        <w:t xml:space="preserve">nforms </w:t>
      </w:r>
      <w:r w:rsidR="00FF3BDD" w:rsidRPr="00FE5D29">
        <w:rPr>
          <w:rFonts w:ascii="Tahoma" w:hAnsi="Tahoma" w:cs="Tahoma"/>
          <w:sz w:val="24"/>
          <w:szCs w:val="24"/>
        </w:rPr>
        <w:t>e</w:t>
      </w:r>
      <w:r w:rsidRPr="00FE5D29">
        <w:rPr>
          <w:rFonts w:ascii="Tahoma" w:hAnsi="Tahoma" w:cs="Tahoma"/>
          <w:sz w:val="24"/>
          <w:szCs w:val="24"/>
        </w:rPr>
        <w:t xml:space="preserve">ducators of learner needs and supports so they can design the program and prepare properly to suit their learners; </w:t>
      </w:r>
      <w:r w:rsidR="00784B2B" w:rsidRPr="00FE5D29">
        <w:rPr>
          <w:rFonts w:ascii="Tahoma" w:hAnsi="Tahoma" w:cs="Tahoma"/>
          <w:sz w:val="24"/>
          <w:szCs w:val="24"/>
        </w:rPr>
        <w:t xml:space="preserve">VET educators and administrators work together to design </w:t>
      </w:r>
      <w:r w:rsidRPr="00FE5D29">
        <w:rPr>
          <w:rFonts w:ascii="Tahoma" w:hAnsi="Tahoma" w:cs="Tahoma"/>
          <w:sz w:val="24"/>
          <w:szCs w:val="24"/>
        </w:rPr>
        <w:t>resources</w:t>
      </w:r>
      <w:r w:rsidR="00FF3BDD" w:rsidRPr="00FE5D29">
        <w:rPr>
          <w:rFonts w:ascii="Tahoma" w:hAnsi="Tahoma" w:cs="Tahoma"/>
          <w:sz w:val="24"/>
          <w:szCs w:val="24"/>
        </w:rPr>
        <w:t>; information is provided in various formats and at various times; professional learning on incorporating universal design; seek feedback from learners</w:t>
      </w:r>
      <w:r w:rsidR="00FE5D29">
        <w:rPr>
          <w:rFonts w:ascii="Tahoma" w:hAnsi="Tahoma" w:cs="Tahoma"/>
          <w:sz w:val="24"/>
          <w:szCs w:val="24"/>
        </w:rPr>
        <w:t>.</w:t>
      </w:r>
    </w:p>
    <w:p w:rsidR="00A8718C" w:rsidRPr="00784B2B" w:rsidRDefault="00A8718C" w:rsidP="00784B2B">
      <w:pPr>
        <w:rPr>
          <w:sz w:val="24"/>
        </w:rPr>
      </w:pPr>
    </w:p>
    <w:sectPr w:rsidR="00A8718C" w:rsidRPr="00784B2B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435F6"/>
    <w:multiLevelType w:val="hybridMultilevel"/>
    <w:tmpl w:val="2012D6E2"/>
    <w:lvl w:ilvl="0" w:tplc="BBBCAABE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84B2B"/>
    <w:rsid w:val="0004573C"/>
    <w:rsid w:val="00081611"/>
    <w:rsid w:val="00102A74"/>
    <w:rsid w:val="002F10BB"/>
    <w:rsid w:val="00411045"/>
    <w:rsid w:val="004A4B4F"/>
    <w:rsid w:val="004B4473"/>
    <w:rsid w:val="0053242D"/>
    <w:rsid w:val="005C095A"/>
    <w:rsid w:val="005F7F3F"/>
    <w:rsid w:val="0067288F"/>
    <w:rsid w:val="00784B2B"/>
    <w:rsid w:val="007E463C"/>
    <w:rsid w:val="00833A9F"/>
    <w:rsid w:val="00856ACC"/>
    <w:rsid w:val="00874EA0"/>
    <w:rsid w:val="00937E45"/>
    <w:rsid w:val="00975EFF"/>
    <w:rsid w:val="00996641"/>
    <w:rsid w:val="009A5D36"/>
    <w:rsid w:val="009E0588"/>
    <w:rsid w:val="009E7B9C"/>
    <w:rsid w:val="00A8718C"/>
    <w:rsid w:val="00AC7AAE"/>
    <w:rsid w:val="00B718BC"/>
    <w:rsid w:val="00C44DE8"/>
    <w:rsid w:val="00C534B1"/>
    <w:rsid w:val="00D9268E"/>
    <w:rsid w:val="00E13CEB"/>
    <w:rsid w:val="00F53701"/>
    <w:rsid w:val="00FE5D29"/>
    <w:rsid w:val="00F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5D29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D29"/>
    <w:pPr>
      <w:outlineLvl w:val="1"/>
    </w:pPr>
    <w:rPr>
      <w:rFonts w:ascii="Tahoma" w:eastAsiaTheme="minorEastAsia" w:hAnsi="Tahoma" w:cs="Tahoma"/>
      <w:b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D29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784B2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DD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7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AAE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AAE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E5D29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B2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7E4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E45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784B2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3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DD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7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AAE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AAE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66</Words>
  <Characters>1078</Characters>
  <Application>Microsoft Office Word</Application>
  <DocSecurity>0</DocSecurity>
  <Lines>37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2014-01-16T10:48:00Z</dcterms:created>
  <dcterms:modified xsi:type="dcterms:W3CDTF">2014-01-16T22:25:00Z</dcterms:modified>
</cp:coreProperties>
</file>